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2B88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ED160A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A97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9716E" w:rsidRPr="009C54AE" w:rsidRDefault="00A9716E" w:rsidP="00A971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Rodzina, jako podstawowe środowisko wychowawcze dziecka. Rodzina, jako system, 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na podstawie obowiąz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 xml:space="preserve">kowej obecności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85747A" w:rsidRPr="009C54AE" w:rsidRDefault="00C33C70" w:rsidP="00F64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ie ćwiczeń: zaliczenie z oceną na podstawie pozytywnej oceny z kolokwium oraz p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rzygotow</w:t>
            </w:r>
            <w:r w:rsidR="00B66F2C">
              <w:rPr>
                <w:rFonts w:ascii="Corbel" w:hAnsi="Corbel"/>
                <w:b w:val="0"/>
                <w:smallCaps w:val="0"/>
                <w:szCs w:val="24"/>
              </w:rPr>
              <w:t>anie pracy projektowej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934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F27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16E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Pr="009C54AE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36D19"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E6154" w:rsidRDefault="005E6154" w:rsidP="005E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E6154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5E6154" w:rsidRPr="00241AE3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>, Kraków 1999.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5E6154" w:rsidRPr="00B41B8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</w:p>
          <w:p w:rsidR="005E6154" w:rsidRPr="00B41B8B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2, Warszawa 2022.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B41B8B" w:rsidRPr="00B41B8B" w:rsidRDefault="00625CE3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J., </w:t>
            </w:r>
            <w:r w:rsidR="005E6154"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>[w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: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] </w:t>
            </w:r>
            <w:r w:rsidR="005E6154"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pod red.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Nowosad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I.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, Pietrań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K.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Szymański M. 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>, Toruń 2016, s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. 72-84</w:t>
            </w:r>
          </w:p>
          <w:p w:rsidR="005E6154" w:rsidRPr="00B41B8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B41B8B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Rodzicielstwo: Wybrane zagadnienia kontekstów edukacyjnych, Lublin 2007.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B41B8B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B41B8B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B41B8B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5E6154" w:rsidRPr="00241AE3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5E6154" w:rsidRPr="00241AE3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5E6154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E6154" w:rsidRDefault="005E6154" w:rsidP="005E61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5E6154" w:rsidRDefault="005E6154" w:rsidP="005E61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5E6154" w:rsidRPr="00F523DB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F523DB" w:rsidRPr="00F523D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Namysłowska I., </w:t>
            </w:r>
            <w:r w:rsidRPr="00F523DB">
              <w:rPr>
                <w:rFonts w:ascii="Corbel" w:hAnsi="Corbel"/>
                <w:i/>
              </w:rPr>
              <w:t>Terapia rodziny</w:t>
            </w:r>
            <w:r w:rsidRPr="00F523DB">
              <w:rPr>
                <w:rFonts w:ascii="Corbel" w:hAnsi="Corbel"/>
              </w:rPr>
              <w:t>, Warszawa 1997.</w:t>
            </w:r>
          </w:p>
          <w:p w:rsidR="001F13D8" w:rsidRPr="008D3088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lastRenderedPageBreak/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E8E" w:rsidRDefault="00AC6E8E" w:rsidP="00C16ABF">
      <w:pPr>
        <w:spacing w:after="0" w:line="240" w:lineRule="auto"/>
      </w:pPr>
      <w:r>
        <w:separator/>
      </w:r>
    </w:p>
  </w:endnote>
  <w:endnote w:type="continuationSeparator" w:id="0">
    <w:p w:rsidR="00AC6E8E" w:rsidRDefault="00AC6E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E8E" w:rsidRDefault="00AC6E8E" w:rsidP="00C16ABF">
      <w:pPr>
        <w:spacing w:after="0" w:line="240" w:lineRule="auto"/>
      </w:pPr>
      <w:r>
        <w:separator/>
      </w:r>
    </w:p>
  </w:footnote>
  <w:footnote w:type="continuationSeparator" w:id="0">
    <w:p w:rsidR="00AC6E8E" w:rsidRDefault="00AC6E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98A"/>
    <w:rsid w:val="000D04B0"/>
    <w:rsid w:val="000E57DD"/>
    <w:rsid w:val="000F1C57"/>
    <w:rsid w:val="000F5615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73"/>
    <w:rsid w:val="001A70D2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36D19"/>
    <w:rsid w:val="0024028F"/>
    <w:rsid w:val="00244ABC"/>
    <w:rsid w:val="00281FF2"/>
    <w:rsid w:val="002857DE"/>
    <w:rsid w:val="00291567"/>
    <w:rsid w:val="00293458"/>
    <w:rsid w:val="002A22BF"/>
    <w:rsid w:val="002A2389"/>
    <w:rsid w:val="002A5C09"/>
    <w:rsid w:val="002A671D"/>
    <w:rsid w:val="002B2B8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11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F81"/>
    <w:rsid w:val="0056696D"/>
    <w:rsid w:val="00573EF9"/>
    <w:rsid w:val="0059484D"/>
    <w:rsid w:val="005A0855"/>
    <w:rsid w:val="005A3196"/>
    <w:rsid w:val="005C080F"/>
    <w:rsid w:val="005C55E5"/>
    <w:rsid w:val="005C696A"/>
    <w:rsid w:val="005E6154"/>
    <w:rsid w:val="005E6E85"/>
    <w:rsid w:val="005F31D2"/>
    <w:rsid w:val="0061029B"/>
    <w:rsid w:val="00617230"/>
    <w:rsid w:val="00621CE1"/>
    <w:rsid w:val="00625CE3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166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7C2A"/>
    <w:rsid w:val="00790E27"/>
    <w:rsid w:val="007A4022"/>
    <w:rsid w:val="007A6E6E"/>
    <w:rsid w:val="007C3299"/>
    <w:rsid w:val="007C3BCC"/>
    <w:rsid w:val="007C4546"/>
    <w:rsid w:val="007D33E9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6188"/>
    <w:rsid w:val="00923D7D"/>
    <w:rsid w:val="009432D5"/>
    <w:rsid w:val="00943FF3"/>
    <w:rsid w:val="009508DF"/>
    <w:rsid w:val="00950DAC"/>
    <w:rsid w:val="00954A07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582"/>
    <w:rsid w:val="00A60799"/>
    <w:rsid w:val="00A67317"/>
    <w:rsid w:val="00A84C85"/>
    <w:rsid w:val="00A9716E"/>
    <w:rsid w:val="00A97DE1"/>
    <w:rsid w:val="00AA2801"/>
    <w:rsid w:val="00AB053C"/>
    <w:rsid w:val="00AC6E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66F2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60A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64EE2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90E2"/>
  <w15:docId w15:val="{0711A6D3-5B63-4B6B-AD1E-85DD25F9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BC36-C188-45B5-8C78-AADCF4E5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1404</Words>
  <Characters>8429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10</cp:revision>
  <cp:lastPrinted>2019-02-06T12:12:00Z</cp:lastPrinted>
  <dcterms:created xsi:type="dcterms:W3CDTF">2022-04-04T16:50:00Z</dcterms:created>
  <dcterms:modified xsi:type="dcterms:W3CDTF">2022-05-26T10:42:00Z</dcterms:modified>
</cp:coreProperties>
</file>